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D9720C">
        <w:rPr>
          <w:snapToGrid w:val="0"/>
        </w:rPr>
        <w:t>říkazní smlouvě</w:t>
      </w:r>
    </w:p>
    <w:p w:rsidR="00D9720C" w:rsidRDefault="00D9720C" w:rsidP="00D9720C">
      <w:pPr>
        <w:pStyle w:val="Nadpis1"/>
        <w:jc w:val="both"/>
        <w:rPr>
          <w:b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>(stavba „</w:t>
      </w:r>
      <w:r>
        <w:rPr>
          <w:b w:val="0"/>
          <w:sz w:val="24"/>
          <w:szCs w:val="24"/>
        </w:rPr>
        <w:t>II/360, II/354 Nové Město na Moravě – okružní křižovatka – ČÁST PRO MĚSTO NOVÉ MĚSTO NA MORAVĚ“)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>uvedením do provozu stavby:</w:t>
      </w:r>
    </w:p>
    <w:p w:rsidR="00545E59" w:rsidRPr="00D9720C" w:rsidRDefault="00545E59" w:rsidP="00D9720C">
      <w:pPr>
        <w:pStyle w:val="Nadpis2"/>
        <w:jc w:val="center"/>
        <w:rPr>
          <w:rFonts w:ascii="Times New Roman" w:hAnsi="Times New Roman" w:cs="Times New Roman"/>
          <w:b w:val="0"/>
          <w:i w:val="0"/>
        </w:rPr>
      </w:pPr>
      <w:r w:rsidRPr="00D9720C">
        <w:rPr>
          <w:rFonts w:ascii="Times New Roman" w:hAnsi="Times New Roman" w:cs="Times New Roman"/>
          <w:i w:val="0"/>
        </w:rPr>
        <w:t xml:space="preserve"> </w:t>
      </w:r>
      <w:r w:rsidR="00D9720C" w:rsidRPr="00D9720C">
        <w:rPr>
          <w:rFonts w:ascii="Times New Roman" w:hAnsi="Times New Roman" w:cs="Times New Roman"/>
          <w:i w:val="0"/>
        </w:rPr>
        <w:t>II/360, II/354 Nové Město na Moravě – okružní křižovatka – ČÁST PRO MĚSTO NOVÉ MĚSTO NA MORAVĚ</w:t>
      </w:r>
    </w:p>
    <w:p w:rsidR="00D9720C" w:rsidRDefault="00D9720C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D9720C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616" w:rsidRDefault="00EF6616">
      <w:r>
        <w:separator/>
      </w:r>
    </w:p>
  </w:endnote>
  <w:endnote w:type="continuationSeparator" w:id="0">
    <w:p w:rsidR="00EF6616" w:rsidRDefault="00EF6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171E93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171E93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720C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FB0C40">
      <w:rPr>
        <w:sz w:val="20"/>
        <w:szCs w:val="20"/>
      </w:rPr>
      <w:t>L.Čecha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616" w:rsidRDefault="00EF6616">
      <w:r>
        <w:separator/>
      </w:r>
    </w:p>
  </w:footnote>
  <w:footnote w:type="continuationSeparator" w:id="0">
    <w:p w:rsidR="00EF6616" w:rsidRDefault="00EF6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2418"/>
    <w:rsid w:val="000C6660"/>
    <w:rsid w:val="000D4B14"/>
    <w:rsid w:val="000E182D"/>
    <w:rsid w:val="000E2A28"/>
    <w:rsid w:val="000F0BD7"/>
    <w:rsid w:val="000F3D51"/>
    <w:rsid w:val="000F7E80"/>
    <w:rsid w:val="00107685"/>
    <w:rsid w:val="00123532"/>
    <w:rsid w:val="00135071"/>
    <w:rsid w:val="001364F4"/>
    <w:rsid w:val="00147298"/>
    <w:rsid w:val="0016391D"/>
    <w:rsid w:val="00166369"/>
    <w:rsid w:val="00171E93"/>
    <w:rsid w:val="0017771E"/>
    <w:rsid w:val="00180073"/>
    <w:rsid w:val="001806C8"/>
    <w:rsid w:val="00181D81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625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1251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6BB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B6DF7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B56EA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8720D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720C"/>
    <w:rsid w:val="00DA1CE0"/>
    <w:rsid w:val="00DA39BC"/>
    <w:rsid w:val="00DA3D0B"/>
    <w:rsid w:val="00DA691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EF6616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13C3"/>
    <w:rsid w:val="00F65256"/>
    <w:rsid w:val="00F67FDB"/>
    <w:rsid w:val="00F72DFC"/>
    <w:rsid w:val="00F8486D"/>
    <w:rsid w:val="00F9537B"/>
    <w:rsid w:val="00F957A3"/>
    <w:rsid w:val="00FB0C40"/>
    <w:rsid w:val="00FB553B"/>
    <w:rsid w:val="00FC1D30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D9720C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2</TotalTime>
  <Pages>2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4</cp:revision>
  <cp:lastPrinted>2013-04-22T13:00:00Z</cp:lastPrinted>
  <dcterms:created xsi:type="dcterms:W3CDTF">2021-01-05T15:07:00Z</dcterms:created>
  <dcterms:modified xsi:type="dcterms:W3CDTF">2021-01-25T13:03:00Z</dcterms:modified>
</cp:coreProperties>
</file>